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12A148FD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72D31">
        <w:rPr>
          <w:rFonts w:ascii="Corbel" w:hAnsi="Corbel"/>
          <w:b/>
          <w:smallCaps/>
          <w:sz w:val="24"/>
          <w:szCs w:val="24"/>
        </w:rPr>
        <w:t>2022-2025</w:t>
      </w:r>
    </w:p>
    <w:p w14:paraId="15BFA87C" w14:textId="4B6754BA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C72D31">
        <w:rPr>
          <w:rFonts w:ascii="Corbel" w:hAnsi="Corbel"/>
          <w:sz w:val="20"/>
          <w:szCs w:val="20"/>
        </w:rPr>
        <w:t>3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C72D31">
        <w:rPr>
          <w:rFonts w:ascii="Corbel" w:hAnsi="Corbel"/>
          <w:sz w:val="20"/>
          <w:szCs w:val="20"/>
        </w:rPr>
        <w:t>4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  <w:proofErr w:type="spellEnd"/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Charakteryzuje rolę gospodarstwa domowego w systemie gospodarki narodowej,  wymienia  determinanty i prawidłowości jego </w:t>
            </w:r>
            <w:proofErr w:type="spellStart"/>
            <w:r w:rsidRPr="002611D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przedsiębiorczego myślenia i działania na poziomie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45EB8D98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C78E9" w14:textId="77777777" w:rsidR="003527C6" w:rsidRDefault="003527C6" w:rsidP="00C16ABF">
      <w:pPr>
        <w:spacing w:after="0" w:line="240" w:lineRule="auto"/>
      </w:pPr>
      <w:r>
        <w:separator/>
      </w:r>
    </w:p>
  </w:endnote>
  <w:endnote w:type="continuationSeparator" w:id="0">
    <w:p w14:paraId="55CEAEB6" w14:textId="77777777" w:rsidR="003527C6" w:rsidRDefault="003527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F4386" w14:textId="77777777" w:rsidR="003527C6" w:rsidRDefault="003527C6" w:rsidP="00C16ABF">
      <w:pPr>
        <w:spacing w:after="0" w:line="240" w:lineRule="auto"/>
      </w:pPr>
      <w:r>
        <w:separator/>
      </w:r>
    </w:p>
  </w:footnote>
  <w:footnote w:type="continuationSeparator" w:id="0">
    <w:p w14:paraId="7258CFD7" w14:textId="77777777" w:rsidR="003527C6" w:rsidRDefault="003527C6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7C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4F617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FD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31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6FFDD-A378-4DE6-A7CE-5EECCFC0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2020-10-22T19:57:00Z</dcterms:created>
  <dcterms:modified xsi:type="dcterms:W3CDTF">2022-02-09T09:03:00Z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